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C89A" w14:textId="14C6749B" w:rsidR="00601C5F" w:rsidRPr="00B22939" w:rsidRDefault="00601C5F" w:rsidP="00B22939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0B417288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="00B22939">
        <w:rPr>
          <w:sz w:val="14"/>
          <w:szCs w:val="14"/>
        </w:rPr>
        <w:t xml:space="preserve"> </w:t>
      </w:r>
      <w:r w:rsidR="00B22939" w:rsidRPr="00B22939">
        <w:rPr>
          <w:sz w:val="14"/>
          <w:szCs w:val="14"/>
        </w:rPr>
        <w:t xml:space="preserve">danych osobowych </w:t>
      </w:r>
      <w:r w:rsidRPr="00601C5F">
        <w:rPr>
          <w:sz w:val="14"/>
          <w:szCs w:val="14"/>
        </w:rPr>
        <w:ptab w:relativeTo="margin" w:alignment="center" w:leader="none"/>
      </w:r>
      <w:r w:rsidRPr="00601C5F">
        <w:rPr>
          <w:rFonts w:cs="Arial"/>
          <w:sz w:val="14"/>
          <w:szCs w:val="14"/>
        </w:rPr>
        <w:t xml:space="preserve"> Zał. </w:t>
      </w:r>
      <w:r w:rsidR="00130380">
        <w:rPr>
          <w:rFonts w:cs="Arial"/>
          <w:sz w:val="14"/>
          <w:szCs w:val="14"/>
        </w:rPr>
        <w:t>6</w:t>
      </w:r>
      <w:r w:rsidRPr="00601C5F">
        <w:rPr>
          <w:rFonts w:cs="Arial"/>
          <w:sz w:val="14"/>
          <w:szCs w:val="14"/>
        </w:rPr>
        <w:t xml:space="preserve">do </w:t>
      </w:r>
      <w:r w:rsidRPr="00601C5F">
        <w:rPr>
          <w:rFonts w:cs="Arial"/>
          <w:sz w:val="14"/>
          <w:szCs w:val="16"/>
        </w:rPr>
        <w:t>PROC 3</w:t>
      </w:r>
      <w:r>
        <w:rPr>
          <w:rFonts w:cs="Arial"/>
          <w:sz w:val="14"/>
          <w:szCs w:val="16"/>
        </w:rPr>
        <w:t>0076 C Procedury Ochrony Danych Osobowych</w:t>
      </w:r>
      <w:r w:rsidRPr="00601C5F">
        <w:rPr>
          <w:rFonts w:cs="Arial"/>
          <w:sz w:val="14"/>
          <w:szCs w:val="16"/>
        </w:rPr>
        <w:t xml:space="preserve"> </w:t>
      </w:r>
    </w:p>
    <w:p w14:paraId="1C118D3F" w14:textId="77777777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cs="Arial"/>
          <w:sz w:val="14"/>
          <w:szCs w:val="16"/>
        </w:rPr>
        <w:t>w PGE Dystrybucja S.A.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F2C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51DB5124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zawarły umowę </w:t>
      </w:r>
      <w:r w:rsidR="00BC7A55">
        <w:rPr>
          <w:rFonts w:eastAsiaTheme="minorHAnsi" w:cs="Arial"/>
          <w:szCs w:val="18"/>
          <w:lang w:eastAsia="en-US"/>
        </w:rPr>
        <w:t>………………………………….</w:t>
      </w:r>
      <w:r w:rsidRPr="005E1B98">
        <w:rPr>
          <w:rFonts w:eastAsiaTheme="minorHAnsi" w:cs="Arial"/>
          <w:szCs w:val="18"/>
          <w:lang w:eastAsia="en-US"/>
        </w:rPr>
        <w:t xml:space="preserve">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FAAA5B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nas</w:t>
      </w:r>
      <w:r w:rsidR="00FB517C">
        <w:rPr>
          <w:rFonts w:cs="Arial"/>
          <w:szCs w:val="18"/>
        </w:rPr>
        <w:t>tępującą rolą Przetwarzającego wykonanie robót budowlanych/ dokumentacji projektowej</w:t>
      </w:r>
    </w:p>
    <w:p w14:paraId="5964578A" w14:textId="3AD12425" w:rsidR="00130380" w:rsidRPr="005E1B98" w:rsidRDefault="00130380" w:rsidP="00FB517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 xml:space="preserve">celem przetwarzania jest </w:t>
      </w:r>
      <w:r w:rsidR="00FB517C" w:rsidRPr="00FB517C">
        <w:rPr>
          <w:rFonts w:cs="Arial"/>
          <w:szCs w:val="18"/>
        </w:rPr>
        <w:t>realizacja zamówienia będącego przedmiotem Umowy podstawowej.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„Podprzetwarzający”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>j pisemnej zgody Administratora (ogólnej lub szczególnej według wyboru Administratora) na podpowierzenie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</w:r>
      <w:r w:rsidRPr="00FB517C">
        <w:rPr>
          <w:rFonts w:cs="Arial"/>
          <w:i/>
          <w:szCs w:val="18"/>
        </w:rPr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odprzetwarzających/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2CFC0DDA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</w:t>
      </w:r>
      <w:r w:rsidR="00FB517C">
        <w:rPr>
          <w:rFonts w:cs="Arial"/>
          <w:szCs w:val="18"/>
        </w:rPr>
        <w:t>akresie obsługi Praw jednostki.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4767102F" w14:textId="75FDCD43" w:rsidR="00130380" w:rsidRPr="005E1B98" w:rsidRDefault="00130380" w:rsidP="00FB517C">
      <w:pPr>
        <w:pStyle w:val="Akapitzlist"/>
        <w:spacing w:before="120" w:after="120" w:line="360" w:lineRule="auto"/>
        <w:ind w:left="851"/>
        <w:jc w:val="both"/>
        <w:rPr>
          <w:rFonts w:cs="Arial"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FB517C">
        <w:rPr>
          <w:rFonts w:cs="Arial"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</w:t>
      </w:r>
      <w:r w:rsidRPr="005E1B98">
        <w:rPr>
          <w:rFonts w:cs="Arial"/>
          <w:szCs w:val="18"/>
        </w:rPr>
        <w:lastRenderedPageBreak/>
        <w:t xml:space="preserve">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</w:t>
      </w:r>
      <w:r w:rsidRPr="005E1B98">
        <w:rPr>
          <w:rFonts w:cs="Arial"/>
          <w:szCs w:val="18"/>
        </w:rPr>
        <w:lastRenderedPageBreak/>
        <w:t xml:space="preserve">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7B7224B8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FB517C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FB517C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podst</w:t>
      </w:r>
      <w:r w:rsidR="00FB517C">
        <w:rPr>
          <w:rFonts w:cs="Arial"/>
          <w:szCs w:val="18"/>
        </w:rPr>
        <w:t>a</w:t>
      </w:r>
      <w:r w:rsidR="009007D7">
        <w:rPr>
          <w:rFonts w:cs="Arial"/>
          <w:szCs w:val="18"/>
        </w:rPr>
        <w:t xml:space="preserve">wowej.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25AD0278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FB517C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0C780621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r w:rsidR="00FB517C">
        <w:rPr>
          <w:rFonts w:eastAsia="Calibri" w:cs="Arial"/>
          <w:bCs/>
          <w:szCs w:val="18"/>
        </w:rPr>
        <w:t>Przetwarzającego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0DBE3696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r w:rsidR="00FB517C" w:rsidRPr="00204210">
        <w:rPr>
          <w:rFonts w:eastAsia="Calibri" w:cs="Arial"/>
          <w:bCs/>
          <w:szCs w:val="18"/>
        </w:rPr>
        <w:t>P</w:t>
      </w:r>
      <w:r w:rsidR="00FB517C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, Dalszemu </w:t>
      </w:r>
      <w:r w:rsidR="00FB517C" w:rsidRPr="00204210">
        <w:rPr>
          <w:rFonts w:eastAsia="Calibri" w:cs="Arial"/>
          <w:bCs/>
          <w:szCs w:val="18"/>
        </w:rPr>
        <w:t>P</w:t>
      </w:r>
      <w:r w:rsidR="00FB517C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486BF23A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r w:rsidR="00FB517C" w:rsidRPr="00204210">
        <w:rPr>
          <w:rFonts w:cs="Arial"/>
          <w:color w:val="000000"/>
          <w:szCs w:val="18"/>
        </w:rPr>
        <w:t>P</w:t>
      </w:r>
      <w:r w:rsidR="00FB517C">
        <w:rPr>
          <w:rFonts w:cs="Arial"/>
          <w:color w:val="000000"/>
          <w:szCs w:val="18"/>
        </w:rPr>
        <w:t>rzetwarzającego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</w:t>
      </w:r>
      <w:r w:rsidRPr="00204210">
        <w:rPr>
          <w:rFonts w:eastAsia="Calibri" w:cs="Arial"/>
          <w:bCs/>
          <w:szCs w:val="18"/>
        </w:rPr>
        <w:lastRenderedPageBreak/>
        <w:t xml:space="preserve">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1E4FD271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 w:rsidR="00FB517C">
        <w:rPr>
          <w:rFonts w:cs="Arial"/>
          <w:color w:val="212121"/>
          <w:szCs w:val="18"/>
          <w:bdr w:val="none" w:sz="0" w:space="0" w:color="auto" w:frame="1"/>
        </w:rPr>
        <w:t>/ Oddziału Administratora.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0838D04A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3A5B" w14:textId="77777777" w:rsidR="00F4112E" w:rsidRDefault="00F4112E" w:rsidP="00BD627E">
      <w:r>
        <w:separator/>
      </w:r>
    </w:p>
    <w:p w14:paraId="3B1C9A70" w14:textId="77777777" w:rsidR="00F4112E" w:rsidRDefault="00F4112E"/>
  </w:endnote>
  <w:endnote w:type="continuationSeparator" w:id="0">
    <w:p w14:paraId="46B6409F" w14:textId="77777777" w:rsidR="00F4112E" w:rsidRDefault="00F4112E" w:rsidP="00BD627E">
      <w:r>
        <w:continuationSeparator/>
      </w:r>
    </w:p>
    <w:p w14:paraId="58D9F551" w14:textId="77777777" w:rsidR="00F4112E" w:rsidRDefault="00F4112E"/>
  </w:endnote>
  <w:endnote w:type="continuationNotice" w:id="1">
    <w:p w14:paraId="23956787" w14:textId="77777777" w:rsidR="00F4112E" w:rsidRDefault="00F4112E"/>
    <w:p w14:paraId="35B1747E" w14:textId="77777777" w:rsidR="00F4112E" w:rsidRDefault="00F411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2749" w14:textId="77777777" w:rsidR="00B22939" w:rsidRDefault="00B229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CD06762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22939">
              <w:rPr>
                <w:rFonts w:cs="Arial"/>
                <w:b/>
                <w:bCs/>
                <w:noProof/>
                <w:sz w:val="14"/>
                <w:szCs w:val="14"/>
              </w:rPr>
              <w:t>2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22939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251BBCDA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22939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22939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1B8A3" w14:textId="77777777" w:rsidR="00F4112E" w:rsidRDefault="00F4112E" w:rsidP="00BD627E">
      <w:r>
        <w:separator/>
      </w:r>
    </w:p>
    <w:p w14:paraId="0C351085" w14:textId="77777777" w:rsidR="00F4112E" w:rsidRDefault="00F4112E"/>
  </w:footnote>
  <w:footnote w:type="continuationSeparator" w:id="0">
    <w:p w14:paraId="038D0615" w14:textId="77777777" w:rsidR="00F4112E" w:rsidRDefault="00F4112E" w:rsidP="00BD627E">
      <w:r>
        <w:continuationSeparator/>
      </w:r>
    </w:p>
    <w:p w14:paraId="542EFF9C" w14:textId="77777777" w:rsidR="00F4112E" w:rsidRDefault="00F4112E"/>
  </w:footnote>
  <w:footnote w:type="continuationNotice" w:id="1">
    <w:p w14:paraId="67A3B301" w14:textId="77777777" w:rsidR="00F4112E" w:rsidRDefault="00F4112E"/>
    <w:p w14:paraId="0E1722DB" w14:textId="77777777" w:rsidR="00F4112E" w:rsidRDefault="00F411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C815" w14:textId="77777777" w:rsidR="00B22939" w:rsidRDefault="00B229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1714FC40" w:rsidR="006715A5" w:rsidRPr="00024ECD" w:rsidRDefault="006715A5" w:rsidP="00B22939">
    <w:pPr>
      <w:pStyle w:val="Nagwek"/>
      <w:ind w:right="2409"/>
      <w:rPr>
        <w:rFonts w:cs="Arial"/>
        <w:sz w:val="14"/>
        <w:szCs w:val="14"/>
      </w:rPr>
    </w:pPr>
    <w:r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3BABAA1F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44B2F45E" w:rsidR="006015EB" w:rsidRPr="00A45DF0" w:rsidRDefault="006015EB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44B2F45E" w:rsidR="006015EB" w:rsidRPr="00A45DF0" w:rsidRDefault="006015EB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B22939">
      <w:rPr>
        <w:noProof/>
        <w:sz w:val="14"/>
        <w:szCs w:val="14"/>
      </w:rPr>
      <w:drawing>
        <wp:inline distT="0" distB="0" distL="0" distR="0" wp14:anchorId="2EA3853C" wp14:editId="601169CE">
          <wp:extent cx="560705" cy="42037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2F44C5BF" w14:textId="77777777" w:rsidR="00B22939" w:rsidRPr="00B22939" w:rsidRDefault="00B22939" w:rsidP="00B22939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7B30AB68" wp14:editId="152CB92F">
              <wp:simplePos x="0" y="0"/>
              <wp:positionH relativeFrom="margin">
                <wp:posOffset>5065395</wp:posOffset>
              </wp:positionH>
              <wp:positionV relativeFrom="paragraph">
                <wp:posOffset>8255</wp:posOffset>
              </wp:positionV>
              <wp:extent cx="1477645" cy="217170"/>
              <wp:effectExtent l="0" t="0" r="27305" b="1143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4F1F5" w14:textId="77777777" w:rsidR="00B22939" w:rsidRDefault="00B22939" w:rsidP="00B22939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2025/    /</w:t>
                          </w:r>
                        </w:p>
                        <w:p w14:paraId="15F33BAB" w14:textId="77777777" w:rsidR="00B22939" w:rsidRPr="00A45DF0" w:rsidRDefault="00B22939" w:rsidP="00B22939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30AB68" id="Pole tekstowe 11" o:spid="_x0000_s1028" type="#_x0000_t202" style="position:absolute;left:0;text-align:left;margin-left:398.85pt;margin-top:.65pt;width:116.35pt;height:17.1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" strokecolor="white" strokeweight="0">
              <v:textbox>
                <w:txbxContent>
                  <w:p w14:paraId="7EF4F1F5" w14:textId="77777777" w:rsidR="00B22939" w:rsidRDefault="00B22939" w:rsidP="00B22939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2025/    /</w:t>
                    </w:r>
                  </w:p>
                  <w:p w14:paraId="15F33BAB" w14:textId="77777777" w:rsidR="00B22939" w:rsidRPr="00A45DF0" w:rsidRDefault="00B22939" w:rsidP="00B22939">
                    <w:pPr>
                      <w:rPr>
                        <w:rFonts w:cs="Arial"/>
                        <w:sz w:val="14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14"/>
        <w:szCs w:val="14"/>
      </w:rPr>
      <w:t xml:space="preserve">Wzór umowy powierzenia przetwarzania </w:t>
    </w:r>
    <w:r w:rsidRPr="00B22939">
      <w:rPr>
        <w:sz w:val="14"/>
        <w:szCs w:val="14"/>
      </w:rPr>
      <w:t xml:space="preserve">danych osobowych </w:t>
    </w: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Zał. </w:t>
    </w:r>
    <w:r>
      <w:rPr>
        <w:rFonts w:cs="Arial"/>
        <w:sz w:val="14"/>
        <w:szCs w:val="14"/>
      </w:rPr>
      <w:t>6</w:t>
    </w:r>
    <w:r w:rsidRPr="00601C5F">
      <w:rPr>
        <w:rFonts w:cs="Arial"/>
        <w:sz w:val="14"/>
        <w:szCs w:val="14"/>
      </w:rPr>
      <w:t xml:space="preserve">do </w:t>
    </w:r>
    <w:r w:rsidRPr="00601C5F">
      <w:rPr>
        <w:rFonts w:cs="Arial"/>
        <w:sz w:val="14"/>
        <w:szCs w:val="16"/>
      </w:rPr>
      <w:t>PROC 3</w:t>
    </w:r>
    <w:r>
      <w:rPr>
        <w:rFonts w:cs="Arial"/>
        <w:sz w:val="14"/>
        <w:szCs w:val="16"/>
      </w:rPr>
      <w:t>0076 C Procedury Ochrony Danych Osobowych</w:t>
    </w:r>
    <w:r w:rsidRPr="00601C5F">
      <w:rPr>
        <w:rFonts w:cs="Arial"/>
        <w:sz w:val="14"/>
        <w:szCs w:val="16"/>
      </w:rPr>
      <w:t xml:space="preserve"> </w:t>
    </w:r>
  </w:p>
  <w:p w14:paraId="7C62F3D2" w14:textId="77777777" w:rsidR="00B22939" w:rsidRPr="00601C5F" w:rsidRDefault="00B22939" w:rsidP="00B22939">
    <w:pPr>
      <w:tabs>
        <w:tab w:val="center" w:pos="4536"/>
        <w:tab w:val="right" w:pos="9072"/>
      </w:tabs>
      <w:ind w:left="1843" w:right="2409"/>
      <w:jc w:val="right"/>
      <w:rPr>
        <w:rFonts w:cs="Arial"/>
        <w:sz w:val="14"/>
        <w:szCs w:val="14"/>
      </w:rPr>
    </w:pPr>
    <w:r w:rsidRPr="00601C5F">
      <w:rPr>
        <w:rFonts w:cs="Arial"/>
        <w:sz w:val="14"/>
        <w:szCs w:val="16"/>
      </w:rPr>
      <w:t>w PGE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E17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5729635">
    <w:abstractNumId w:val="12"/>
  </w:num>
  <w:num w:numId="2" w16cid:durableId="337732760">
    <w:abstractNumId w:val="11"/>
  </w:num>
  <w:num w:numId="3" w16cid:durableId="1540508455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718288578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66451038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05639418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68559768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986671334">
    <w:abstractNumId w:val="8"/>
  </w:num>
  <w:num w:numId="9" w16cid:durableId="81681928">
    <w:abstractNumId w:val="18"/>
  </w:num>
  <w:num w:numId="10" w16cid:durableId="382875220">
    <w:abstractNumId w:val="14"/>
  </w:num>
  <w:num w:numId="11" w16cid:durableId="1672483357">
    <w:abstractNumId w:val="2"/>
  </w:num>
  <w:num w:numId="12" w16cid:durableId="1227497738">
    <w:abstractNumId w:val="5"/>
  </w:num>
  <w:num w:numId="13" w16cid:durableId="2019236610">
    <w:abstractNumId w:val="7"/>
  </w:num>
  <w:num w:numId="14" w16cid:durableId="2070614825">
    <w:abstractNumId w:val="16"/>
  </w:num>
  <w:num w:numId="15" w16cid:durableId="39936861">
    <w:abstractNumId w:val="20"/>
  </w:num>
  <w:num w:numId="16" w16cid:durableId="222909814">
    <w:abstractNumId w:val="10"/>
  </w:num>
  <w:num w:numId="17" w16cid:durableId="1069159521">
    <w:abstractNumId w:val="13"/>
  </w:num>
  <w:num w:numId="18" w16cid:durableId="626814665">
    <w:abstractNumId w:val="1"/>
  </w:num>
  <w:num w:numId="19" w16cid:durableId="1136334526">
    <w:abstractNumId w:val="22"/>
  </w:num>
  <w:num w:numId="20" w16cid:durableId="118765087">
    <w:abstractNumId w:val="21"/>
  </w:num>
  <w:num w:numId="21" w16cid:durableId="286543203">
    <w:abstractNumId w:val="6"/>
  </w:num>
  <w:num w:numId="22" w16cid:durableId="1809743313">
    <w:abstractNumId w:val="17"/>
  </w:num>
  <w:num w:numId="23" w16cid:durableId="98990809">
    <w:abstractNumId w:val="0"/>
  </w:num>
  <w:num w:numId="24" w16cid:durableId="979917674">
    <w:abstractNumId w:val="15"/>
  </w:num>
  <w:num w:numId="25" w16cid:durableId="711609638">
    <w:abstractNumId w:val="9"/>
  </w:num>
  <w:num w:numId="26" w16cid:durableId="1828398485">
    <w:abstractNumId w:val="23"/>
  </w:num>
  <w:num w:numId="27" w16cid:durableId="1467746079">
    <w:abstractNumId w:val="19"/>
  </w:num>
  <w:num w:numId="28" w16cid:durableId="1369913570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4C7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2ADD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C6F3E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2939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C7A5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12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517C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126 - Załącznik nr 6.docx</dmsv2BaseFileName>
    <dmsv2BaseDisplayName xmlns="http://schemas.microsoft.com/sharepoint/v3">126 - Załącznik nr 6</dmsv2BaseDisplayName>
    <dmsv2SWPP2ObjectNumber xmlns="http://schemas.microsoft.com/sharepoint/v3">POST/DYS/OB/GZ/00126/2026                         </dmsv2SWPP2ObjectNumber>
    <dmsv2SWPP2SumMD5 xmlns="http://schemas.microsoft.com/sharepoint/v3">bca78c638f93b89691f094a56e861db0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24202392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JEUP5JKVCYQC-1398355148-17908</_dlc_DocId>
    <_dlc_DocIdUrl xmlns="a19cb1c7-c5c7-46d4-85ae-d83685407bba">
      <Url>https://swpp2.dms.gkpge.pl/sites/41/_layouts/15/DocIdRedir.aspx?ID=JEUP5JKVCYQC-1398355148-17908</Url>
      <Description>JEUP5JKVCYQC-1398355148-17908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2.xml><?xml version="1.0" encoding="utf-8"?>
<ds:datastoreItem xmlns:ds="http://schemas.openxmlformats.org/officeDocument/2006/customXml" ds:itemID="{8697E7F0-1B2C-4182-80F0-FB5BF54FBD28}"/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014BD-463C-44F3-A8A4-A815295A06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FA4F17-6D7F-4AE3-8905-0FAA48B63B2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A5E818E-115A-4EE5-88A6-B2E50D3ECA0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125832B-649E-40D6-856D-8D89B4AB0CD9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9</Pages>
  <Words>3644</Words>
  <Characters>21865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25459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Jabłońska Aldona [PGE Dystr. O.Białystok]</cp:lastModifiedBy>
  <cp:revision>3</cp:revision>
  <cp:lastPrinted>2025-07-07T05:58:00Z</cp:lastPrinted>
  <dcterms:created xsi:type="dcterms:W3CDTF">2025-10-15T07:50:00Z</dcterms:created>
  <dcterms:modified xsi:type="dcterms:W3CDTF">2026-01-27T13:09:00Z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a61c589d-4a6a-47a7-bf63-e9727b107a55</vt:lpwstr>
  </property>
</Properties>
</file>